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7665C">
        <w:rPr>
          <w:rFonts w:ascii="Corbel" w:hAnsi="Corbel"/>
          <w:i/>
          <w:smallCaps/>
          <w:sz w:val="24"/>
          <w:szCs w:val="24"/>
        </w:rPr>
        <w:t>2020</w:t>
      </w:r>
      <w:r w:rsidR="000E184B">
        <w:rPr>
          <w:rFonts w:ascii="Corbel" w:hAnsi="Corbel"/>
          <w:i/>
          <w:smallCaps/>
          <w:sz w:val="24"/>
          <w:szCs w:val="24"/>
        </w:rPr>
        <w:t>/202</w:t>
      </w:r>
      <w:r w:rsidR="00D7665C">
        <w:rPr>
          <w:rFonts w:ascii="Corbel" w:hAnsi="Corbel"/>
          <w:i/>
          <w:smallCaps/>
          <w:sz w:val="24"/>
          <w:szCs w:val="24"/>
        </w:rPr>
        <w:t>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D7665C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Profilaktyka społeczna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A5B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A5B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3E0442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F1E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Marek Paluch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F1E7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F1E7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egzamin, 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E184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przedmiotu pedagogika społeczna. Posiadanie podstawowych wiadomości z zakresu funkcjonowania środowisk opiekuńczo-wychowawczych. </w:t>
            </w:r>
            <w:r w:rsidR="00DF10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podstawowych problemów, zachowań ryzykownych i zagrożeń w określonych środowiskach. </w:t>
            </w:r>
          </w:p>
        </w:tc>
      </w:tr>
    </w:tbl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>Zapoznanie studentów z podstawowymi terminami z zakresu profilaktyki społecznej, klasyfikacjami oddziaływań profilaktycznych oraz współczesnymi koncepcjami profilaktycznymi i ich celami i zdaniami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F102D" w:rsidRPr="00DF102D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strategiami profilaktycznymi w środowisku lokalnym.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F102D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rozpoznawania zjawisk patologicznych wśród określonych grup społecznych.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>Przygotowanie studentów do rozwiązywania problemów w obszarze profilaktyki społecznej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na przykładzie różnych instytucji.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>Zapoznanie studentów z procesem tworzenia i realizowania strategii profilaktycznych , programów profilaktycznych oraz warsztatów profilaktycznych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DF102D" w:rsidRPr="00DF102D" w:rsidRDefault="00DF102D" w:rsidP="00DF10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 xml:space="preserve">Przygotowanie do tworzenia programów i warsztatów </w:t>
            </w:r>
            <w:r>
              <w:rPr>
                <w:rFonts w:ascii="Corbel" w:hAnsi="Corbel"/>
                <w:b w:val="0"/>
                <w:sz w:val="24"/>
                <w:szCs w:val="24"/>
              </w:rPr>
              <w:t>profilaktycznych.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zdefiniuje pojęcia z zakresu profilaktyki społecznej: profilaktyka, prewencja</w:t>
            </w:r>
            <w:r w:rsidR="006A3FA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system </w:t>
            </w:r>
            <w:r w:rsidR="006A3FA7">
              <w:rPr>
                <w:rFonts w:ascii="Corbel" w:hAnsi="Corbel"/>
                <w:b w:val="0"/>
                <w:smallCaps w:val="0"/>
                <w:szCs w:val="24"/>
              </w:rPr>
              <w:t>profilaktyki.</w:t>
            </w:r>
          </w:p>
        </w:tc>
        <w:tc>
          <w:tcPr>
            <w:tcW w:w="1873" w:type="dxa"/>
          </w:tcPr>
          <w:p w:rsidR="0085747A" w:rsidRPr="009C54AE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opisze wybrane rodzaje zaburzeń i zachowań ryzykowanych dotyczące poszczególnych grup społecznych.</w:t>
            </w:r>
          </w:p>
        </w:tc>
        <w:tc>
          <w:tcPr>
            <w:tcW w:w="1873" w:type="dxa"/>
          </w:tcPr>
          <w:p w:rsidR="0085747A" w:rsidRPr="009C54AE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zanalizuje i zinterpretuje różne formy zjawisk społecznych wymagających szeroko pojętych oddziaływań profilaktycznych.  </w:t>
            </w:r>
          </w:p>
        </w:tc>
        <w:tc>
          <w:tcPr>
            <w:tcW w:w="1873" w:type="dxa"/>
          </w:tcPr>
          <w:p w:rsidR="0085747A" w:rsidRPr="009C54AE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F102D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scharakteryzuje podstawowe zasady i normy etyczne obowiązujące w działalności profilaktycznej. Scharakteryzuje dylematy etyczne w tej działalności i przewidzi skutki konkretnych działań. </w:t>
            </w:r>
          </w:p>
        </w:tc>
        <w:tc>
          <w:tcPr>
            <w:tcW w:w="1873" w:type="dxa"/>
          </w:tcPr>
          <w:p w:rsidR="00DF102D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oceni sens i potrzebę realizowania działań profilaktycznych w poszczególnych strukturach społecznych oraz zaprojektuje program lub warsztat profilaktyczny.</w:t>
            </w:r>
          </w:p>
        </w:tc>
        <w:tc>
          <w:tcPr>
            <w:tcW w:w="1873" w:type="dxa"/>
          </w:tcPr>
          <w:p w:rsidR="00DF102D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DF102D" w:rsidRPr="009C54AE" w:rsidRDefault="00D77A15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Pr="00D77A15">
              <w:rPr>
                <w:rFonts w:ascii="Corbel" w:hAnsi="Corbel"/>
                <w:b w:val="0"/>
                <w:smallCaps w:val="0"/>
                <w:szCs w:val="24"/>
              </w:rPr>
              <w:t>aprezentuje postawę odpowiedzialności za 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tyczność prowadzonych oddziaływań profilaktycznych</w:t>
            </w:r>
            <w:r w:rsidRPr="00D77A15">
              <w:rPr>
                <w:rFonts w:ascii="Corbel" w:hAnsi="Corbel"/>
                <w:b w:val="0"/>
                <w:smallCaps w:val="0"/>
                <w:szCs w:val="24"/>
              </w:rPr>
              <w:t>, zachowa ostrożność w czasi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 analizowania poszczególnych zjawisk patologicznych</w:t>
            </w:r>
            <w:r w:rsidRPr="00D77A1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DF102D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77A1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77A15">
              <w:rPr>
                <w:rFonts w:ascii="Corbel" w:hAnsi="Corbel"/>
                <w:sz w:val="24"/>
                <w:szCs w:val="24"/>
              </w:rPr>
              <w:t>Profilaktyka społeczna –definicje pojęć, klasyfikacje oddziaływań, cele i zadania profilaktyki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A02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i koncepcje działań profilaktycznych.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A02C0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profilaktyczne w środowisku lokalnym.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DA02C0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02C0">
              <w:rPr>
                <w:rFonts w:ascii="Corbel" w:hAnsi="Corbel"/>
                <w:sz w:val="24"/>
                <w:szCs w:val="24"/>
              </w:rPr>
              <w:t>Proces powstawania</w:t>
            </w:r>
            <w:r>
              <w:rPr>
                <w:rFonts w:ascii="Corbel" w:hAnsi="Corbel"/>
                <w:sz w:val="24"/>
                <w:szCs w:val="24"/>
              </w:rPr>
              <w:t xml:space="preserve"> oraz cechy skutecznego programu profilaktycznego.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DA02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Standardy jakości programów profilaktycznych.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DA02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Ewaluacja programów profilaktycznych.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C542A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Dylematy etyczne i moralne w działalności profilaktycznej.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 i przejawy patologii społecznych i zachowań ryzykowanych.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 i rodzaje oddziaływań profilaktycznych.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i zadania instytucji podejmujących działania profilaktyczne.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i formy działań w programach profilaktycznych.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A02C0" w:rsidP="00DA02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Warsztat profilaktyczny – zasady </w:t>
            </w:r>
            <w:r w:rsidRPr="00DA02C0">
              <w:rPr>
                <w:rFonts w:ascii="Corbel" w:hAnsi="Corbel"/>
                <w:sz w:val="24"/>
                <w:szCs w:val="24"/>
              </w:rPr>
              <w:t>budowania, przykładowa konstrukcja, przygotowanie materiałów i pomocy do zaproponowanych warsztatów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 profilaktyczny – zasady budowania</w:t>
            </w:r>
            <w:r w:rsidR="00C542A5">
              <w:rPr>
                <w:rFonts w:ascii="Corbel" w:hAnsi="Corbel"/>
                <w:sz w:val="24"/>
                <w:szCs w:val="24"/>
              </w:rPr>
              <w:t xml:space="preserve">, konstrukcja, przygotowanie przykładowego programu profilaktycznego.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referat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referat</w:t>
            </w:r>
          </w:p>
        </w:tc>
        <w:tc>
          <w:tcPr>
            <w:tcW w:w="2126" w:type="dxa"/>
          </w:tcPr>
          <w:p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542A5" w:rsidRDefault="00C542A5" w:rsidP="00A865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ozytywna ocena z egzaminu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C542A5" w:rsidRPr="00C542A5" w:rsidRDefault="00C542A5" w:rsidP="00A865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ozytywna ocena przygotowanych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referatów,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 prac projektowych i ich prezentacji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cena aktywnego udziału studenta w zajęciach (w trakcie pracy nad projektami, podczas analizowania prezentowanych przez studentów projektów)</w:t>
            </w:r>
            <w:r w:rsidR="00A8653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6F1E7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A86535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A86535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zajęć, e</w:t>
            </w:r>
            <w:r>
              <w:rPr>
                <w:rFonts w:ascii="Corbel" w:hAnsi="Corbel"/>
                <w:sz w:val="24"/>
                <w:szCs w:val="24"/>
              </w:rPr>
              <w:t>gzaminu, napisanie referatu, przygotowanie projektu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6F1E7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Baranowska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Wiciak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patologie społeczne : uwarunkowania, przejawy, profilaktyka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Szczytno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2009.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Borzucka-Sitkiewicz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Kowalczewska-Grabowska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społeczna. Aspekty teoretyczno-metodyczne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2014.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Gołembowska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Adolescencja a zachowania ryzykowne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Bydgoszcz,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2017.</w:t>
            </w:r>
          </w:p>
          <w:p w:rsidR="009C1CBC" w:rsidRPr="009C54AE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Jankowiak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Zachowania ryzykowne współczesnej młodzieży : studium teoretyczno-empiryczne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Poznań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2017.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Jędrzejko M. Z., </w:t>
            </w:r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Szwedzik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i profilaktyka społeczna. Nowe wyzwania, konteksty, problemy,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2018. 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Kmiecik-Jusięga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Laurman-Jarząbek E.,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: kontekst teoretyczny i dobre praktyki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2016.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Pospiszyl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Patologie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  <w:p w:rsidR="00D2744B" w:rsidRPr="009C54AE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Szpringer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: rodzina, szkoła, środowisko lokalne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Kielce 2004.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A86535" w:rsidRDefault="00A86535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Wach T. J., 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Profilaktyka i resocjalizacja nieletnich zagrożonych 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lastRenderedPageBreak/>
              <w:t>uzależnieniem od środków psychoaktywnych</w:t>
            </w:r>
            <w:r w:rsidR="00D2744B">
              <w:rPr>
                <w:rFonts w:ascii="Corbel" w:hAnsi="Corbel"/>
                <w:b w:val="0"/>
                <w:smallCaps w:val="0"/>
                <w:szCs w:val="24"/>
              </w:rPr>
              <w:t>, Lublin 2014.</w:t>
            </w:r>
          </w:p>
          <w:p w:rsidR="00D2744B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Bielecka E. (red.),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readaptacja społeczna - od teorii do d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oświadczeń praktyków,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>Białystok 2006.</w:t>
            </w:r>
          </w:p>
          <w:p w:rsidR="00D2744B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szCs w:val="24"/>
              </w:rPr>
              <w:t>Doliński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Gajewska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Rewińska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Teoretyczno-metodyczne aspekty korekcji zach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owań : programy profilaktyczne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Zielona Góra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2004.</w:t>
            </w:r>
          </w:p>
          <w:p w:rsidR="00D2744B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szCs w:val="24"/>
              </w:rPr>
              <w:t>Szymańska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Programy profilaktyczne : podstawy pro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fesjonalnej psychoprofilaktyki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>2002.</w:t>
            </w:r>
          </w:p>
          <w:p w:rsidR="00D2744B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Kawula S. (red.),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Młodzież a współczesne dewiacje i patologie społeczne : diagnoza,</w:t>
            </w:r>
            <w:r w:rsidR="004F0EC6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profilaktyka, resocjalizacja</w:t>
            </w:r>
            <w:r w:rsidR="004F0EC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>G</w:t>
            </w:r>
            <w:r w:rsidR="004F0EC6">
              <w:rPr>
                <w:rFonts w:ascii="Corbel" w:hAnsi="Corbel"/>
                <w:b w:val="0"/>
                <w:smallCaps w:val="0"/>
                <w:szCs w:val="24"/>
              </w:rPr>
              <w:t xml:space="preserve">dańsk 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>1994.</w:t>
            </w:r>
            <w:r w:rsid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D2744B" w:rsidRPr="00D2744B" w:rsidRDefault="00D2744B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Michel M., </w:t>
            </w:r>
            <w:r w:rsidRPr="004F0EC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Grupa rówieśnicza jako podstawowe środowisko działań profilaktycznych w społeczności lokalnej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„Nauczyciel i Szkoła”, Nr 1-2 (14-15), 2002, s.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247-259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AD0" w:rsidRDefault="001A5AD0" w:rsidP="00C16ABF">
      <w:pPr>
        <w:spacing w:after="0" w:line="240" w:lineRule="auto"/>
      </w:pPr>
      <w:r>
        <w:separator/>
      </w:r>
    </w:p>
  </w:endnote>
  <w:endnote w:type="continuationSeparator" w:id="0">
    <w:p w:rsidR="001A5AD0" w:rsidRDefault="001A5AD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AD0" w:rsidRDefault="001A5AD0" w:rsidP="00C16ABF">
      <w:pPr>
        <w:spacing w:after="0" w:line="240" w:lineRule="auto"/>
      </w:pPr>
      <w:r>
        <w:separator/>
      </w:r>
    </w:p>
  </w:footnote>
  <w:footnote w:type="continuationSeparator" w:id="0">
    <w:p w:rsidR="001A5AD0" w:rsidRDefault="001A5AD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5AD0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044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3477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E70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A5B56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349B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E5D33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665C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01D6"/>
    <w:rsid w:val="00E954B6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D8E5A-0414-4C79-8567-7C71C78F0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1135</Words>
  <Characters>6810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2020-10-15T11:09:00Z</cp:lastPrinted>
  <dcterms:created xsi:type="dcterms:W3CDTF">2019-10-29T09:33:00Z</dcterms:created>
  <dcterms:modified xsi:type="dcterms:W3CDTF">2021-10-04T07:38:00Z</dcterms:modified>
</cp:coreProperties>
</file>